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8594" w:type="dxa"/>
        <w:tblLook w:val="04A0" w:firstRow="1" w:lastRow="0" w:firstColumn="1" w:lastColumn="0" w:noHBand="0" w:noVBand="1"/>
      </w:tblPr>
      <w:tblGrid>
        <w:gridCol w:w="1432"/>
        <w:gridCol w:w="1432"/>
        <w:gridCol w:w="1432"/>
        <w:gridCol w:w="1432"/>
        <w:gridCol w:w="1433"/>
        <w:gridCol w:w="1433"/>
      </w:tblGrid>
      <w:tr w:rsidR="00E8777B" w:rsidTr="0087118C">
        <w:trPr>
          <w:trHeight w:val="512"/>
        </w:trPr>
        <w:tc>
          <w:tcPr>
            <w:tcW w:w="1432" w:type="dxa"/>
          </w:tcPr>
          <w:p w:rsidR="00E8777B" w:rsidRPr="0087118C" w:rsidRDefault="00E8777B">
            <w:pPr>
              <w:rPr>
                <w:sz w:val="28"/>
              </w:rPr>
            </w:pPr>
            <w:r w:rsidRPr="0087118C">
              <w:rPr>
                <w:sz w:val="28"/>
              </w:rPr>
              <w:t>Data Set</w:t>
            </w:r>
          </w:p>
        </w:tc>
        <w:tc>
          <w:tcPr>
            <w:tcW w:w="1432" w:type="dxa"/>
          </w:tcPr>
          <w:p w:rsidR="00E8777B" w:rsidRPr="0087118C" w:rsidRDefault="00E8777B">
            <w:pPr>
              <w:rPr>
                <w:sz w:val="28"/>
              </w:rPr>
            </w:pPr>
            <w:r w:rsidRPr="0087118C">
              <w:rPr>
                <w:sz w:val="28"/>
              </w:rPr>
              <w:t>Control % Change</w:t>
            </w:r>
          </w:p>
        </w:tc>
        <w:tc>
          <w:tcPr>
            <w:tcW w:w="1432" w:type="dxa"/>
          </w:tcPr>
          <w:p w:rsidR="00E8777B" w:rsidRPr="0087118C" w:rsidRDefault="00E8777B">
            <w:pPr>
              <w:rPr>
                <w:sz w:val="28"/>
              </w:rPr>
            </w:pPr>
            <w:r w:rsidRPr="0087118C">
              <w:rPr>
                <w:sz w:val="28"/>
              </w:rPr>
              <w:t>Fan % Change</w:t>
            </w:r>
          </w:p>
        </w:tc>
        <w:tc>
          <w:tcPr>
            <w:tcW w:w="1432" w:type="dxa"/>
          </w:tcPr>
          <w:p w:rsidR="00E8777B" w:rsidRPr="0087118C" w:rsidRDefault="00E8777B">
            <w:pPr>
              <w:rPr>
                <w:sz w:val="28"/>
              </w:rPr>
            </w:pPr>
            <w:r w:rsidRPr="0087118C">
              <w:rPr>
                <w:sz w:val="28"/>
              </w:rPr>
              <w:t>Light % Change</w:t>
            </w:r>
          </w:p>
        </w:tc>
        <w:tc>
          <w:tcPr>
            <w:tcW w:w="1433" w:type="dxa"/>
          </w:tcPr>
          <w:p w:rsidR="00E8777B" w:rsidRPr="0087118C" w:rsidRDefault="00E8777B">
            <w:pPr>
              <w:rPr>
                <w:sz w:val="28"/>
              </w:rPr>
            </w:pPr>
            <w:r w:rsidRPr="0087118C">
              <w:rPr>
                <w:sz w:val="28"/>
              </w:rPr>
              <w:t>Dark % Change</w:t>
            </w:r>
          </w:p>
        </w:tc>
        <w:tc>
          <w:tcPr>
            <w:tcW w:w="1433" w:type="dxa"/>
          </w:tcPr>
          <w:p w:rsidR="00E8777B" w:rsidRPr="0087118C" w:rsidRDefault="00E8777B">
            <w:pPr>
              <w:rPr>
                <w:sz w:val="28"/>
              </w:rPr>
            </w:pPr>
            <w:r w:rsidRPr="0087118C">
              <w:rPr>
                <w:sz w:val="28"/>
              </w:rPr>
              <w:t>Humid % Change</w:t>
            </w:r>
          </w:p>
        </w:tc>
      </w:tr>
      <w:tr w:rsidR="00E8777B" w:rsidTr="0087118C">
        <w:trPr>
          <w:trHeight w:val="512"/>
        </w:trPr>
        <w:tc>
          <w:tcPr>
            <w:tcW w:w="1432" w:type="dxa"/>
          </w:tcPr>
          <w:p w:rsidR="00E8777B" w:rsidRPr="0087118C" w:rsidRDefault="00E8777B" w:rsidP="00E8777B">
            <w:pPr>
              <w:rPr>
                <w:sz w:val="28"/>
              </w:rPr>
            </w:pPr>
            <w:r w:rsidRPr="0087118C">
              <w:rPr>
                <w:sz w:val="28"/>
              </w:rPr>
              <w:t>Class</w:t>
            </w:r>
          </w:p>
        </w:tc>
        <w:tc>
          <w:tcPr>
            <w:tcW w:w="1432" w:type="dxa"/>
          </w:tcPr>
          <w:p w:rsidR="00E8777B" w:rsidRPr="0087118C" w:rsidRDefault="00E8777B">
            <w:pPr>
              <w:rPr>
                <w:sz w:val="28"/>
              </w:rPr>
            </w:pPr>
          </w:p>
        </w:tc>
        <w:tc>
          <w:tcPr>
            <w:tcW w:w="1432" w:type="dxa"/>
          </w:tcPr>
          <w:p w:rsidR="00E8777B" w:rsidRPr="0087118C" w:rsidRDefault="00E8777B">
            <w:pPr>
              <w:rPr>
                <w:sz w:val="28"/>
              </w:rPr>
            </w:pPr>
          </w:p>
        </w:tc>
        <w:tc>
          <w:tcPr>
            <w:tcW w:w="1432" w:type="dxa"/>
          </w:tcPr>
          <w:p w:rsidR="00E8777B" w:rsidRPr="0087118C" w:rsidRDefault="00E8777B">
            <w:pPr>
              <w:rPr>
                <w:sz w:val="28"/>
              </w:rPr>
            </w:pPr>
          </w:p>
        </w:tc>
        <w:tc>
          <w:tcPr>
            <w:tcW w:w="1433" w:type="dxa"/>
          </w:tcPr>
          <w:p w:rsidR="00E8777B" w:rsidRPr="0087118C" w:rsidRDefault="00E8777B">
            <w:pPr>
              <w:rPr>
                <w:sz w:val="28"/>
              </w:rPr>
            </w:pPr>
          </w:p>
        </w:tc>
        <w:tc>
          <w:tcPr>
            <w:tcW w:w="1433" w:type="dxa"/>
          </w:tcPr>
          <w:p w:rsidR="00E8777B" w:rsidRPr="0087118C" w:rsidRDefault="00E8777B">
            <w:pPr>
              <w:rPr>
                <w:sz w:val="28"/>
              </w:rPr>
            </w:pPr>
          </w:p>
        </w:tc>
      </w:tr>
      <w:tr w:rsidR="00E8777B" w:rsidTr="0087118C">
        <w:trPr>
          <w:trHeight w:val="512"/>
        </w:trPr>
        <w:tc>
          <w:tcPr>
            <w:tcW w:w="1432" w:type="dxa"/>
          </w:tcPr>
          <w:p w:rsidR="00E8777B" w:rsidRPr="0087118C" w:rsidRDefault="00E8777B">
            <w:pPr>
              <w:rPr>
                <w:sz w:val="28"/>
              </w:rPr>
            </w:pPr>
            <w:r w:rsidRPr="0087118C">
              <w:rPr>
                <w:sz w:val="28"/>
              </w:rPr>
              <w:t>Set 2</w:t>
            </w:r>
          </w:p>
        </w:tc>
        <w:tc>
          <w:tcPr>
            <w:tcW w:w="1432" w:type="dxa"/>
          </w:tcPr>
          <w:p w:rsidR="00E8777B" w:rsidRPr="0087118C" w:rsidRDefault="00E8777B">
            <w:pPr>
              <w:rPr>
                <w:sz w:val="28"/>
              </w:rPr>
            </w:pPr>
          </w:p>
        </w:tc>
        <w:tc>
          <w:tcPr>
            <w:tcW w:w="1432" w:type="dxa"/>
          </w:tcPr>
          <w:p w:rsidR="00E8777B" w:rsidRPr="0087118C" w:rsidRDefault="00E8777B">
            <w:pPr>
              <w:rPr>
                <w:sz w:val="28"/>
              </w:rPr>
            </w:pPr>
            <w:r w:rsidRPr="0087118C">
              <w:rPr>
                <w:sz w:val="28"/>
              </w:rPr>
              <w:t>-20</w:t>
            </w:r>
          </w:p>
        </w:tc>
        <w:tc>
          <w:tcPr>
            <w:tcW w:w="1432" w:type="dxa"/>
          </w:tcPr>
          <w:p w:rsidR="00E8777B" w:rsidRPr="0087118C" w:rsidRDefault="0087118C">
            <w:pPr>
              <w:rPr>
                <w:sz w:val="28"/>
              </w:rPr>
            </w:pPr>
            <w:r w:rsidRPr="0087118C">
              <w:rPr>
                <w:sz w:val="28"/>
              </w:rPr>
              <w:t>-7</w:t>
            </w:r>
            <w:r w:rsidR="00E8777B" w:rsidRPr="0087118C">
              <w:rPr>
                <w:sz w:val="28"/>
              </w:rPr>
              <w:t>.3</w:t>
            </w:r>
          </w:p>
        </w:tc>
        <w:tc>
          <w:tcPr>
            <w:tcW w:w="1433" w:type="dxa"/>
          </w:tcPr>
          <w:p w:rsidR="00E8777B" w:rsidRPr="0087118C" w:rsidRDefault="0087118C">
            <w:pPr>
              <w:rPr>
                <w:sz w:val="28"/>
              </w:rPr>
            </w:pPr>
            <w:r w:rsidRPr="0087118C">
              <w:rPr>
                <w:sz w:val="28"/>
              </w:rPr>
              <w:t>-2.9</w:t>
            </w:r>
          </w:p>
        </w:tc>
        <w:tc>
          <w:tcPr>
            <w:tcW w:w="1433" w:type="dxa"/>
          </w:tcPr>
          <w:p w:rsidR="00E8777B" w:rsidRPr="0087118C" w:rsidRDefault="00E8777B">
            <w:pPr>
              <w:rPr>
                <w:sz w:val="28"/>
              </w:rPr>
            </w:pPr>
            <w:r w:rsidRPr="0087118C">
              <w:rPr>
                <w:sz w:val="28"/>
              </w:rPr>
              <w:t>+1</w:t>
            </w:r>
          </w:p>
        </w:tc>
      </w:tr>
      <w:tr w:rsidR="00E8777B" w:rsidTr="0087118C">
        <w:trPr>
          <w:trHeight w:val="512"/>
        </w:trPr>
        <w:tc>
          <w:tcPr>
            <w:tcW w:w="1432" w:type="dxa"/>
          </w:tcPr>
          <w:p w:rsidR="00E8777B" w:rsidRPr="0087118C" w:rsidRDefault="00E8777B">
            <w:pPr>
              <w:rPr>
                <w:sz w:val="28"/>
              </w:rPr>
            </w:pPr>
            <w:r w:rsidRPr="0087118C">
              <w:rPr>
                <w:sz w:val="28"/>
              </w:rPr>
              <w:t>Set 3</w:t>
            </w:r>
          </w:p>
        </w:tc>
        <w:tc>
          <w:tcPr>
            <w:tcW w:w="1432" w:type="dxa"/>
          </w:tcPr>
          <w:p w:rsidR="00E8777B" w:rsidRPr="0087118C" w:rsidRDefault="00E8777B">
            <w:pPr>
              <w:rPr>
                <w:sz w:val="28"/>
              </w:rPr>
            </w:pPr>
          </w:p>
        </w:tc>
        <w:tc>
          <w:tcPr>
            <w:tcW w:w="1432" w:type="dxa"/>
          </w:tcPr>
          <w:p w:rsidR="00E8777B" w:rsidRPr="0087118C" w:rsidRDefault="00E8777B">
            <w:pPr>
              <w:rPr>
                <w:sz w:val="28"/>
              </w:rPr>
            </w:pPr>
            <w:r w:rsidRPr="0087118C">
              <w:rPr>
                <w:sz w:val="28"/>
              </w:rPr>
              <w:t>-17.5</w:t>
            </w:r>
          </w:p>
        </w:tc>
        <w:tc>
          <w:tcPr>
            <w:tcW w:w="1432" w:type="dxa"/>
          </w:tcPr>
          <w:p w:rsidR="00E8777B" w:rsidRPr="0087118C" w:rsidRDefault="00E8777B">
            <w:pPr>
              <w:rPr>
                <w:sz w:val="28"/>
              </w:rPr>
            </w:pPr>
            <w:r w:rsidRPr="0087118C">
              <w:rPr>
                <w:sz w:val="28"/>
              </w:rPr>
              <w:t>-9.4</w:t>
            </w:r>
          </w:p>
        </w:tc>
        <w:tc>
          <w:tcPr>
            <w:tcW w:w="1433" w:type="dxa"/>
          </w:tcPr>
          <w:p w:rsidR="00E8777B" w:rsidRPr="0087118C" w:rsidRDefault="0087118C">
            <w:pPr>
              <w:rPr>
                <w:sz w:val="28"/>
              </w:rPr>
            </w:pPr>
            <w:r w:rsidRPr="0087118C">
              <w:rPr>
                <w:sz w:val="28"/>
              </w:rPr>
              <w:t>-1.4</w:t>
            </w:r>
          </w:p>
        </w:tc>
        <w:tc>
          <w:tcPr>
            <w:tcW w:w="1433" w:type="dxa"/>
          </w:tcPr>
          <w:p w:rsidR="00E8777B" w:rsidRPr="0087118C" w:rsidRDefault="00E8777B">
            <w:pPr>
              <w:rPr>
                <w:sz w:val="28"/>
              </w:rPr>
            </w:pPr>
            <w:r w:rsidRPr="0087118C">
              <w:rPr>
                <w:sz w:val="28"/>
              </w:rPr>
              <w:t>0</w:t>
            </w:r>
          </w:p>
        </w:tc>
      </w:tr>
      <w:tr w:rsidR="00E8777B" w:rsidTr="0087118C">
        <w:trPr>
          <w:trHeight w:val="475"/>
        </w:trPr>
        <w:tc>
          <w:tcPr>
            <w:tcW w:w="1432" w:type="dxa"/>
          </w:tcPr>
          <w:p w:rsidR="00E8777B" w:rsidRPr="0087118C" w:rsidRDefault="00E8777B">
            <w:pPr>
              <w:rPr>
                <w:sz w:val="28"/>
              </w:rPr>
            </w:pPr>
            <w:r w:rsidRPr="0087118C">
              <w:rPr>
                <w:sz w:val="28"/>
              </w:rPr>
              <w:t>Set 4</w:t>
            </w:r>
          </w:p>
        </w:tc>
        <w:tc>
          <w:tcPr>
            <w:tcW w:w="1432" w:type="dxa"/>
          </w:tcPr>
          <w:p w:rsidR="00E8777B" w:rsidRPr="0087118C" w:rsidRDefault="00E8777B">
            <w:pPr>
              <w:rPr>
                <w:sz w:val="28"/>
              </w:rPr>
            </w:pPr>
          </w:p>
        </w:tc>
        <w:tc>
          <w:tcPr>
            <w:tcW w:w="1432" w:type="dxa"/>
          </w:tcPr>
          <w:p w:rsidR="00E8777B" w:rsidRPr="0087118C" w:rsidRDefault="00E8777B">
            <w:pPr>
              <w:rPr>
                <w:sz w:val="28"/>
              </w:rPr>
            </w:pPr>
            <w:r w:rsidRPr="0087118C">
              <w:rPr>
                <w:sz w:val="28"/>
              </w:rPr>
              <w:t>-</w:t>
            </w:r>
            <w:r w:rsidR="0087118C" w:rsidRPr="0087118C">
              <w:rPr>
                <w:sz w:val="28"/>
              </w:rPr>
              <w:t>1</w:t>
            </w:r>
            <w:r w:rsidRPr="0087118C">
              <w:rPr>
                <w:sz w:val="28"/>
              </w:rPr>
              <w:t>6.5</w:t>
            </w:r>
          </w:p>
        </w:tc>
        <w:tc>
          <w:tcPr>
            <w:tcW w:w="1432" w:type="dxa"/>
          </w:tcPr>
          <w:p w:rsidR="00E8777B" w:rsidRPr="0087118C" w:rsidRDefault="00E8777B">
            <w:pPr>
              <w:rPr>
                <w:sz w:val="28"/>
              </w:rPr>
            </w:pPr>
            <w:r w:rsidRPr="0087118C">
              <w:rPr>
                <w:sz w:val="28"/>
              </w:rPr>
              <w:t>-12</w:t>
            </w:r>
          </w:p>
        </w:tc>
        <w:tc>
          <w:tcPr>
            <w:tcW w:w="1433" w:type="dxa"/>
          </w:tcPr>
          <w:p w:rsidR="00E8777B" w:rsidRPr="0087118C" w:rsidRDefault="0087118C">
            <w:pPr>
              <w:rPr>
                <w:sz w:val="28"/>
              </w:rPr>
            </w:pPr>
            <w:r w:rsidRPr="0087118C">
              <w:rPr>
                <w:sz w:val="28"/>
              </w:rPr>
              <w:t>-2.7</w:t>
            </w:r>
          </w:p>
        </w:tc>
        <w:tc>
          <w:tcPr>
            <w:tcW w:w="1433" w:type="dxa"/>
          </w:tcPr>
          <w:p w:rsidR="00E8777B" w:rsidRPr="0087118C" w:rsidRDefault="00E8777B" w:rsidP="00E8777B">
            <w:pPr>
              <w:rPr>
                <w:sz w:val="28"/>
              </w:rPr>
            </w:pPr>
            <w:r w:rsidRPr="0087118C">
              <w:rPr>
                <w:sz w:val="28"/>
              </w:rPr>
              <w:t>- 0.5</w:t>
            </w:r>
          </w:p>
        </w:tc>
      </w:tr>
    </w:tbl>
    <w:p w:rsidR="00EE4EA8" w:rsidRDefault="0087118C"/>
    <w:p w:rsidR="0087118C" w:rsidRDefault="0087118C"/>
    <w:p w:rsidR="0087118C" w:rsidRDefault="0087118C"/>
    <w:p w:rsidR="0087118C" w:rsidRDefault="0087118C"/>
    <w:tbl>
      <w:tblPr>
        <w:tblStyle w:val="TableGrid"/>
        <w:tblW w:w="8594" w:type="dxa"/>
        <w:tblLook w:val="04A0" w:firstRow="1" w:lastRow="0" w:firstColumn="1" w:lastColumn="0" w:noHBand="0" w:noVBand="1"/>
      </w:tblPr>
      <w:tblGrid>
        <w:gridCol w:w="1432"/>
        <w:gridCol w:w="1432"/>
        <w:gridCol w:w="1432"/>
        <w:gridCol w:w="1432"/>
        <w:gridCol w:w="1433"/>
        <w:gridCol w:w="1433"/>
      </w:tblGrid>
      <w:tr w:rsidR="0087118C" w:rsidTr="00152C25">
        <w:trPr>
          <w:trHeight w:val="512"/>
        </w:trPr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Data Set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Control % Change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Fan % Change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Light % Change</w:t>
            </w: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Dark % Change</w:t>
            </w: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Humid % Change</w:t>
            </w:r>
          </w:p>
        </w:tc>
      </w:tr>
      <w:tr w:rsidR="0087118C" w:rsidTr="00152C25">
        <w:trPr>
          <w:trHeight w:val="512"/>
        </w:trPr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Class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</w:p>
        </w:tc>
      </w:tr>
      <w:tr w:rsidR="0087118C" w:rsidTr="00152C25">
        <w:trPr>
          <w:trHeight w:val="512"/>
        </w:trPr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Set 2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-20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-7.3</w:t>
            </w: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-2.9</w:t>
            </w: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+1</w:t>
            </w:r>
          </w:p>
        </w:tc>
      </w:tr>
      <w:tr w:rsidR="0087118C" w:rsidTr="00152C25">
        <w:trPr>
          <w:trHeight w:val="512"/>
        </w:trPr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Set 3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-17.5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-9.4</w:t>
            </w: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-1.4</w:t>
            </w: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0</w:t>
            </w:r>
          </w:p>
        </w:tc>
      </w:tr>
      <w:tr w:rsidR="0087118C" w:rsidTr="00152C25">
        <w:trPr>
          <w:trHeight w:val="475"/>
        </w:trPr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Set 4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-16.5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-12</w:t>
            </w: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-2.7</w:t>
            </w: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- 0.5</w:t>
            </w:r>
          </w:p>
        </w:tc>
      </w:tr>
    </w:tbl>
    <w:p w:rsidR="0087118C" w:rsidRDefault="0087118C"/>
    <w:p w:rsidR="0087118C" w:rsidRDefault="0087118C"/>
    <w:p w:rsidR="0087118C" w:rsidRDefault="0087118C"/>
    <w:p w:rsidR="0087118C" w:rsidRDefault="0087118C"/>
    <w:tbl>
      <w:tblPr>
        <w:tblStyle w:val="TableGrid"/>
        <w:tblW w:w="8594" w:type="dxa"/>
        <w:tblLook w:val="04A0" w:firstRow="1" w:lastRow="0" w:firstColumn="1" w:lastColumn="0" w:noHBand="0" w:noVBand="1"/>
      </w:tblPr>
      <w:tblGrid>
        <w:gridCol w:w="1432"/>
        <w:gridCol w:w="1432"/>
        <w:gridCol w:w="1432"/>
        <w:gridCol w:w="1432"/>
        <w:gridCol w:w="1433"/>
        <w:gridCol w:w="1433"/>
      </w:tblGrid>
      <w:tr w:rsidR="0087118C" w:rsidTr="00152C25">
        <w:trPr>
          <w:trHeight w:val="512"/>
        </w:trPr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Data Set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Control % Change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Fan % Change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Light % Change</w:t>
            </w: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Dark % Change</w:t>
            </w: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Humid % Change</w:t>
            </w:r>
          </w:p>
        </w:tc>
      </w:tr>
      <w:tr w:rsidR="0087118C" w:rsidTr="00152C25">
        <w:trPr>
          <w:trHeight w:val="512"/>
        </w:trPr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Class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</w:p>
        </w:tc>
      </w:tr>
      <w:tr w:rsidR="0087118C" w:rsidTr="00152C25">
        <w:trPr>
          <w:trHeight w:val="512"/>
        </w:trPr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Set 2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-20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-7.3</w:t>
            </w: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-2.9</w:t>
            </w: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+1</w:t>
            </w:r>
          </w:p>
        </w:tc>
      </w:tr>
      <w:tr w:rsidR="0087118C" w:rsidTr="00152C25">
        <w:trPr>
          <w:trHeight w:val="512"/>
        </w:trPr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Set 3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-17.5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-9.4</w:t>
            </w: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-1.4</w:t>
            </w: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0</w:t>
            </w:r>
          </w:p>
        </w:tc>
      </w:tr>
      <w:tr w:rsidR="0087118C" w:rsidTr="00152C25">
        <w:trPr>
          <w:trHeight w:val="475"/>
        </w:trPr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Set 4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-16.5</w:t>
            </w:r>
          </w:p>
        </w:tc>
        <w:tc>
          <w:tcPr>
            <w:tcW w:w="1432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-12</w:t>
            </w: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-2.7</w:t>
            </w:r>
          </w:p>
        </w:tc>
        <w:tc>
          <w:tcPr>
            <w:tcW w:w="1433" w:type="dxa"/>
          </w:tcPr>
          <w:p w:rsidR="0087118C" w:rsidRPr="0087118C" w:rsidRDefault="0087118C" w:rsidP="00152C25">
            <w:pPr>
              <w:rPr>
                <w:sz w:val="28"/>
              </w:rPr>
            </w:pPr>
            <w:r w:rsidRPr="0087118C">
              <w:rPr>
                <w:sz w:val="28"/>
              </w:rPr>
              <w:t>- 0.5</w:t>
            </w:r>
          </w:p>
        </w:tc>
      </w:tr>
    </w:tbl>
    <w:p w:rsidR="0087118C" w:rsidRDefault="0087118C"/>
    <w:p w:rsidR="0087118C" w:rsidRDefault="0087118C">
      <w:bookmarkStart w:id="0" w:name="_GoBack"/>
      <w:bookmarkEnd w:id="0"/>
    </w:p>
    <w:sectPr w:rsidR="0087118C" w:rsidSect="008711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9856A7"/>
    <w:multiLevelType w:val="hybridMultilevel"/>
    <w:tmpl w:val="0A746FCE"/>
    <w:lvl w:ilvl="0" w:tplc="7B3071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77B"/>
    <w:rsid w:val="000F6116"/>
    <w:rsid w:val="003B62EB"/>
    <w:rsid w:val="00580E96"/>
    <w:rsid w:val="0059594A"/>
    <w:rsid w:val="00786754"/>
    <w:rsid w:val="00842A60"/>
    <w:rsid w:val="0087118C"/>
    <w:rsid w:val="00E8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F3F65A-E4C2-47DB-8064-E1DAE7EC4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777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7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F45AE332</Template>
  <TotalTime>17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Petrov, Leanne</dc:creator>
  <cp:keywords/>
  <dc:description/>
  <cp:lastModifiedBy>Petrov, Leanne</cp:lastModifiedBy>
  <cp:revision>1</cp:revision>
  <dcterms:created xsi:type="dcterms:W3CDTF">2017-02-22T14:39:00Z</dcterms:created>
  <dcterms:modified xsi:type="dcterms:W3CDTF">2017-02-22T14:56:00Z</dcterms:modified>
</cp:coreProperties>
</file>